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17" w:rsidRPr="00397277" w:rsidRDefault="00431917" w:rsidP="00483014">
      <w:pPr>
        <w:pStyle w:val="DocumentLabel"/>
        <w:pBdr>
          <w:top w:val="none" w:sz="0" w:space="0" w:color="auto"/>
          <w:bottom w:val="none" w:sz="0" w:space="0" w:color="auto"/>
        </w:pBdr>
        <w:spacing w:before="60" w:after="60"/>
        <w:rPr>
          <w:rFonts w:ascii="Calibri" w:hAnsi="Calibri" w:cs="Arial"/>
          <w:sz w:val="22"/>
          <w:szCs w:val="22"/>
          <w:lang w:val="en-ZA"/>
        </w:rPr>
      </w:pPr>
      <w:r w:rsidRPr="00397277">
        <w:rPr>
          <w:rFonts w:ascii="Calibri" w:hAnsi="Calibri" w:cs="Arial"/>
          <w:sz w:val="22"/>
          <w:szCs w:val="22"/>
          <w:lang w:val="en-ZA"/>
        </w:rPr>
        <w:t>memorandum</w:t>
      </w:r>
    </w:p>
    <w:p w:rsidR="00431917" w:rsidRPr="00397277" w:rsidRDefault="00431917" w:rsidP="00D93C9C">
      <w:pPr>
        <w:pStyle w:val="MessageHeaderFirst"/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to:</w:t>
      </w:r>
      <w:r w:rsidRPr="00397277">
        <w:rPr>
          <w:rFonts w:ascii="Calibri" w:hAnsi="Calibri" w:cs="Arial"/>
          <w:sz w:val="22"/>
          <w:szCs w:val="22"/>
        </w:rPr>
        <w:tab/>
      </w:r>
      <w:r w:rsidR="00307E21" w:rsidRPr="00397277">
        <w:rPr>
          <w:rFonts w:ascii="Calibri" w:hAnsi="Calibri" w:cs="Arial"/>
          <w:caps w:val="0"/>
          <w:sz w:val="22"/>
          <w:szCs w:val="22"/>
        </w:rPr>
        <w:t>Sandy Bergen</w:t>
      </w:r>
    </w:p>
    <w:p w:rsidR="00431917" w:rsidRPr="00397277" w:rsidRDefault="00431917" w:rsidP="00D93C9C">
      <w:pPr>
        <w:pStyle w:val="MessageHeader"/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from:</w:t>
      </w:r>
      <w:r w:rsidRPr="00397277">
        <w:rPr>
          <w:rFonts w:ascii="Calibri" w:hAnsi="Calibri" w:cs="Arial"/>
          <w:sz w:val="22"/>
          <w:szCs w:val="22"/>
        </w:rPr>
        <w:tab/>
      </w:r>
      <w:r w:rsidR="00AB18B4" w:rsidRPr="00397277">
        <w:rPr>
          <w:rFonts w:ascii="Calibri" w:hAnsi="Calibri" w:cs="Arial"/>
          <w:caps w:val="0"/>
          <w:sz w:val="22"/>
          <w:szCs w:val="22"/>
        </w:rPr>
        <w:t>Peter Sibanda</w:t>
      </w:r>
    </w:p>
    <w:p w:rsidR="00431917" w:rsidRPr="00397277" w:rsidRDefault="00431917" w:rsidP="00D93C9C">
      <w:pPr>
        <w:pStyle w:val="MessageHeader"/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subject:</w:t>
      </w:r>
      <w:r w:rsidRPr="00397277">
        <w:rPr>
          <w:rFonts w:ascii="Calibri" w:hAnsi="Calibri" w:cs="Arial"/>
          <w:sz w:val="22"/>
          <w:szCs w:val="22"/>
        </w:rPr>
        <w:tab/>
      </w:r>
      <w:r w:rsidR="00AB18B4" w:rsidRPr="00397277">
        <w:rPr>
          <w:rFonts w:ascii="Calibri" w:hAnsi="Calibri" w:cs="Arial"/>
          <w:caps w:val="0"/>
          <w:sz w:val="22"/>
          <w:szCs w:val="22"/>
        </w:rPr>
        <w:t>Recycling</w:t>
      </w:r>
    </w:p>
    <w:p w:rsidR="00431917" w:rsidRPr="00397277" w:rsidRDefault="00431917" w:rsidP="00B36A52">
      <w:pPr>
        <w:pStyle w:val="MessageHeader"/>
        <w:spacing w:before="60" w:after="60"/>
        <w:rPr>
          <w:rStyle w:val="MessageHeaderLabel"/>
          <w:rFonts w:ascii="Calibri" w:hAnsi="Calibri" w:cs="Arial"/>
          <w:caps w:val="0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date:</w:t>
      </w:r>
      <w:r w:rsidR="009D64B0">
        <w:rPr>
          <w:rStyle w:val="MessageHeaderLabel"/>
          <w:rFonts w:ascii="Calibri" w:hAnsi="Calibri" w:cs="Arial"/>
          <w:b w:val="0"/>
          <w:sz w:val="22"/>
          <w:szCs w:val="22"/>
        </w:rPr>
        <w:tab/>
        <w:t xml:space="preserve">10 </w:t>
      </w:r>
      <w:r w:rsidR="009D64B0">
        <w:rPr>
          <w:rStyle w:val="MessageHeaderLabel"/>
          <w:rFonts w:ascii="Calibri" w:hAnsi="Calibri" w:cs="Arial"/>
          <w:b w:val="0"/>
          <w:caps w:val="0"/>
          <w:sz w:val="22"/>
          <w:szCs w:val="22"/>
        </w:rPr>
        <w:t>November 2013</w:t>
      </w:r>
    </w:p>
    <w:p w:rsidR="00431917" w:rsidRPr="00397277" w:rsidRDefault="00431917" w:rsidP="00483014">
      <w:pPr>
        <w:pStyle w:val="MessageHeaderLast"/>
        <w:pBdr>
          <w:bottom w:val="single" w:sz="6" w:space="1" w:color="808080"/>
        </w:pBdr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cc:</w:t>
      </w:r>
      <w:r w:rsidRPr="00397277">
        <w:rPr>
          <w:rFonts w:ascii="Calibri" w:hAnsi="Calibri" w:cs="Arial"/>
          <w:sz w:val="22"/>
          <w:szCs w:val="22"/>
        </w:rPr>
        <w:tab/>
      </w:r>
      <w:r w:rsidR="007C414B">
        <w:rPr>
          <w:rFonts w:ascii="Calibri" w:hAnsi="Calibri" w:cs="Arial"/>
          <w:caps w:val="0"/>
          <w:sz w:val="22"/>
          <w:szCs w:val="22"/>
        </w:rPr>
        <w:t xml:space="preserve">Frans Lamont, Denzel Mbidzo, Cathy </w:t>
      </w:r>
      <w:r w:rsidR="00C71489">
        <w:rPr>
          <w:rFonts w:ascii="Calibri" w:hAnsi="Calibri" w:cs="Arial"/>
          <w:caps w:val="0"/>
          <w:sz w:val="22"/>
          <w:szCs w:val="22"/>
        </w:rPr>
        <w:t>Adams</w:t>
      </w:r>
    </w:p>
    <w:p w:rsidR="00213DCC" w:rsidRPr="007C414B" w:rsidRDefault="00213DCC" w:rsidP="007C414B">
      <w:pPr>
        <w:pStyle w:val="BodyText"/>
        <w:spacing w:before="240" w:after="0" w:line="240" w:lineRule="auto"/>
        <w:ind w:firstLine="0"/>
        <w:jc w:val="left"/>
        <w:rPr>
          <w:rFonts w:ascii="Calibri" w:hAnsi="Calibri" w:cs="Arial"/>
          <w:color w:val="00B050"/>
          <w:szCs w:val="22"/>
        </w:rPr>
      </w:pPr>
      <w:r w:rsidRPr="007C414B">
        <w:rPr>
          <w:rFonts w:ascii="Calibri" w:hAnsi="Calibri" w:cs="Arial"/>
          <w:color w:val="00B050"/>
          <w:szCs w:val="22"/>
        </w:rPr>
        <w:t>Hi colleagues</w:t>
      </w:r>
    </w:p>
    <w:p w:rsidR="00AB18B4" w:rsidRPr="007C414B" w:rsidRDefault="00EE3C52" w:rsidP="007C414B">
      <w:pPr>
        <w:spacing w:after="0" w:line="240" w:lineRule="auto"/>
        <w:rPr>
          <w:color w:val="00B050"/>
        </w:rPr>
      </w:pPr>
      <w:r w:rsidRPr="007C414B">
        <w:rPr>
          <w:color w:val="00B050"/>
        </w:rPr>
        <w:t>The few recycling projects taking place in the school ha</w:t>
      </w:r>
      <w:r w:rsidR="006976CD">
        <w:rPr>
          <w:color w:val="00B050"/>
        </w:rPr>
        <w:t>ve</w:t>
      </w:r>
      <w:r w:rsidRPr="007C414B">
        <w:rPr>
          <w:color w:val="00B050"/>
        </w:rPr>
        <w:t xml:space="preserve"> been going well. </w:t>
      </w:r>
      <w:r w:rsidR="006976CD">
        <w:rPr>
          <w:color w:val="00B050"/>
        </w:rPr>
        <w:t>A big thank</w:t>
      </w:r>
      <w:r w:rsidR="004172DD">
        <w:rPr>
          <w:color w:val="00B050"/>
        </w:rPr>
        <w:t>s</w:t>
      </w:r>
      <w:r w:rsidR="006976CD">
        <w:rPr>
          <w:color w:val="00B050"/>
        </w:rPr>
        <w:t xml:space="preserve"> </w:t>
      </w:r>
      <w:r w:rsidR="00AB18B4" w:rsidRPr="007C414B">
        <w:rPr>
          <w:color w:val="00B050"/>
        </w:rPr>
        <w:t xml:space="preserve">to each </w:t>
      </w:r>
      <w:r w:rsidR="004172DD">
        <w:rPr>
          <w:color w:val="00B050"/>
        </w:rPr>
        <w:t xml:space="preserve">one </w:t>
      </w:r>
      <w:r w:rsidR="00AB18B4" w:rsidRPr="007C414B">
        <w:rPr>
          <w:color w:val="00B050"/>
        </w:rPr>
        <w:t>of you involved</w:t>
      </w:r>
      <w:r w:rsidRPr="007C414B">
        <w:rPr>
          <w:color w:val="00B050"/>
        </w:rPr>
        <w:t xml:space="preserve">. </w:t>
      </w:r>
    </w:p>
    <w:p w:rsidR="00357A0B" w:rsidRPr="007C414B" w:rsidRDefault="006976CD" w:rsidP="007C414B">
      <w:pPr>
        <w:spacing w:after="0" w:line="240" w:lineRule="auto"/>
        <w:rPr>
          <w:color w:val="00B050"/>
        </w:rPr>
      </w:pPr>
      <w:r>
        <w:rPr>
          <w:color w:val="00B050"/>
        </w:rPr>
        <w:t xml:space="preserve">We really want to get the entire school community involved in this, and possibly even launch a </w:t>
      </w:r>
      <w:r w:rsidR="00752453">
        <w:rPr>
          <w:color w:val="00B050"/>
        </w:rPr>
        <w:t>competition</w:t>
      </w:r>
      <w:r>
        <w:rPr>
          <w:color w:val="00B050"/>
        </w:rPr>
        <w:t>.</w:t>
      </w:r>
    </w:p>
    <w:p w:rsidR="00AB18B4" w:rsidRPr="007C414B" w:rsidRDefault="00ED3684" w:rsidP="007C414B">
      <w:pPr>
        <w:spacing w:after="0" w:line="240" w:lineRule="auto"/>
        <w:rPr>
          <w:color w:val="00B050"/>
        </w:rPr>
      </w:pPr>
      <w:r>
        <w:rPr>
          <w:color w:val="00B050"/>
        </w:rPr>
        <w:t>Apart from the advantages for the environment, we can teach the learners that every little bit helps, and that everyone’s contri</w:t>
      </w:r>
      <w:r w:rsidR="00950038">
        <w:rPr>
          <w:color w:val="00B050"/>
        </w:rPr>
        <w:t>b</w:t>
      </w:r>
      <w:r>
        <w:rPr>
          <w:color w:val="00B050"/>
        </w:rPr>
        <w:t>ution is important!</w:t>
      </w:r>
    </w:p>
    <w:p w:rsidR="00AB18B4" w:rsidRPr="007C414B" w:rsidRDefault="00ED3684" w:rsidP="007C414B">
      <w:pPr>
        <w:spacing w:after="0" w:line="240" w:lineRule="auto"/>
        <w:rPr>
          <w:color w:val="00B050"/>
        </w:rPr>
      </w:pPr>
      <w:r>
        <w:rPr>
          <w:color w:val="00B050"/>
        </w:rPr>
        <w:t xml:space="preserve">Can we perhaps hold a meeting next </w:t>
      </w:r>
      <w:r w:rsidR="00752453">
        <w:rPr>
          <w:color w:val="00B050"/>
        </w:rPr>
        <w:t>Thursday</w:t>
      </w:r>
      <w:r>
        <w:rPr>
          <w:color w:val="00B050"/>
        </w:rPr>
        <w:t>, directly after school, to discus</w:t>
      </w:r>
      <w:r w:rsidR="00D56CD9">
        <w:rPr>
          <w:color w:val="00B050"/>
        </w:rPr>
        <w:t>s</w:t>
      </w:r>
      <w:r>
        <w:rPr>
          <w:color w:val="00B050"/>
        </w:rPr>
        <w:t xml:space="preserve"> this further?</w:t>
      </w:r>
    </w:p>
    <w:p w:rsidR="00C71489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Arial" w:hAnsi="Arial" w:cs="Arial"/>
        </w:rPr>
      </w:pP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 xml:space="preserve">The </w:t>
      </w:r>
      <w:r w:rsidR="009D64B0">
        <w:rPr>
          <w:rFonts w:ascii="Calibri" w:hAnsi="Calibri" w:cs="Arial"/>
        </w:rPr>
        <w:t>proposed agenda is as follows: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Welcome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Current Projects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Paper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Grade 8 Cans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Competitions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Collect a can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Rules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Prices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Poster competition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Slogan competition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Containers for class rooms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 xml:space="preserve">Other sources 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Restaurants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Outdoor events</w:t>
      </w: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Offices</w:t>
      </w:r>
    </w:p>
    <w:p w:rsidR="00C71489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General</w:t>
      </w:r>
    </w:p>
    <w:p w:rsidR="00486E18" w:rsidRPr="00397277" w:rsidRDefault="00486E18" w:rsidP="001B0CC6">
      <w:pPr>
        <w:pStyle w:val="BodyText"/>
        <w:spacing w:before="960" w:after="60" w:line="240" w:lineRule="auto"/>
        <w:ind w:firstLine="0"/>
        <w:jc w:val="left"/>
        <w:rPr>
          <w:rFonts w:ascii="Calibri" w:hAnsi="Calibri" w:cs="Arial"/>
          <w:szCs w:val="22"/>
        </w:rPr>
      </w:pPr>
      <w:bookmarkStart w:id="0" w:name="_GoBack"/>
      <w:bookmarkEnd w:id="0"/>
      <w:r w:rsidRPr="00397277">
        <w:rPr>
          <w:rFonts w:ascii="Calibri" w:hAnsi="Calibri" w:cs="Arial"/>
          <w:szCs w:val="22"/>
        </w:rPr>
        <w:t>Yours faithfully</w:t>
      </w:r>
    </w:p>
    <w:p w:rsidR="004902C2" w:rsidRDefault="00656B9F" w:rsidP="001B0CC6">
      <w:pPr>
        <w:pStyle w:val="BodyText"/>
        <w:spacing w:before="480" w:after="60" w:line="240" w:lineRule="auto"/>
        <w:ind w:firstLine="0"/>
        <w:jc w:val="left"/>
        <w:rPr>
          <w:rFonts w:ascii="Calibri" w:hAnsi="Calibri" w:cs="Arial"/>
          <w:szCs w:val="22"/>
        </w:rPr>
      </w:pPr>
      <w:r w:rsidRPr="00397277">
        <w:rPr>
          <w:rFonts w:ascii="Calibri" w:hAnsi="Calibri" w:cs="Arial"/>
          <w:szCs w:val="22"/>
        </w:rPr>
        <w:t>Peter</w:t>
      </w:r>
    </w:p>
    <w:p w:rsidR="00C60E55" w:rsidRPr="00397277" w:rsidRDefault="00C60E55" w:rsidP="00C60E55">
      <w:pPr>
        <w:pStyle w:val="BodyText"/>
        <w:spacing w:before="60" w:after="60"/>
        <w:ind w:firstLine="0"/>
        <w:jc w:val="left"/>
        <w:rPr>
          <w:rFonts w:ascii="Calibri" w:hAnsi="Calibri" w:cs="Arial"/>
          <w:b/>
          <w:sz w:val="24"/>
          <w:szCs w:val="22"/>
          <w:u w:val="single"/>
        </w:rPr>
      </w:pPr>
      <w:r w:rsidRPr="00397277">
        <w:rPr>
          <w:rFonts w:ascii="Calibri" w:hAnsi="Calibri" w:cs="Arial"/>
          <w:szCs w:val="22"/>
          <w:u w:val="single"/>
        </w:rPr>
        <w:br w:type="page"/>
      </w:r>
      <w:r w:rsidRPr="00397277">
        <w:rPr>
          <w:rFonts w:ascii="Calibri" w:hAnsi="Calibri" w:cs="Arial"/>
          <w:b/>
          <w:sz w:val="24"/>
          <w:szCs w:val="22"/>
          <w:u w:val="single"/>
        </w:rPr>
        <w:lastRenderedPageBreak/>
        <w:t>Proposed Circular to Parents</w:t>
      </w:r>
    </w:p>
    <w:p w:rsidR="00C60E55" w:rsidRPr="00307E21" w:rsidRDefault="00CF1C38" w:rsidP="0053014F">
      <w:pPr>
        <w:spacing w:before="240" w:after="180"/>
      </w:pPr>
      <w:r w:rsidRPr="00307E21">
        <w:t>Dear Parents</w:t>
      </w:r>
    </w:p>
    <w:p w:rsidR="00950038" w:rsidRDefault="00950038" w:rsidP="0035202E">
      <w:pPr>
        <w:spacing w:after="180"/>
        <w:sectPr w:rsidR="00950038" w:rsidSect="007A5670">
          <w:headerReference w:type="default" r:id="rId8"/>
          <w:footerReference w:type="even" r:id="rId9"/>
          <w:footerReference w:type="default" r:id="rId10"/>
          <w:footerReference w:type="first" r:id="rId11"/>
          <w:pgSz w:w="12240" w:h="15840" w:code="1"/>
          <w:pgMar w:top="1134" w:right="1134" w:bottom="1134" w:left="1134" w:header="958" w:footer="958" w:gutter="0"/>
          <w:cols w:space="720"/>
          <w:docGrid w:linePitch="299"/>
        </w:sectPr>
      </w:pPr>
    </w:p>
    <w:p w:rsidR="00C60E55" w:rsidRPr="004827D5" w:rsidRDefault="00C60E55" w:rsidP="0035202E">
      <w:pPr>
        <w:spacing w:after="180"/>
        <w:rPr>
          <w:color w:val="0070C0"/>
        </w:rPr>
      </w:pPr>
      <w:r w:rsidRPr="004827D5">
        <w:rPr>
          <w:color w:val="0070C0"/>
        </w:rPr>
        <w:lastRenderedPageBreak/>
        <w:t xml:space="preserve">We are about to embark on a brand new recycling project for the </w:t>
      </w:r>
      <w:r w:rsidR="00357A0B" w:rsidRPr="004827D5">
        <w:rPr>
          <w:color w:val="0070C0"/>
        </w:rPr>
        <w:t xml:space="preserve">whole </w:t>
      </w:r>
      <w:r w:rsidRPr="004827D5">
        <w:rPr>
          <w:color w:val="0070C0"/>
        </w:rPr>
        <w:t>school. Recycling constitutes the collection and processing of waste (products that have been thrown away) to generate new products.</w:t>
      </w:r>
    </w:p>
    <w:p w:rsidR="00840BE7" w:rsidRPr="004827D5" w:rsidRDefault="00921DFA" w:rsidP="0035202E">
      <w:pPr>
        <w:spacing w:after="180"/>
        <w:rPr>
          <w:color w:val="0070C0"/>
        </w:rPr>
      </w:pPr>
      <w:r w:rsidRPr="004827D5">
        <w:rPr>
          <w:color w:val="0070C0"/>
        </w:rPr>
        <w:t xml:space="preserve">By launching this Recycling campaign we will be assisting South Africa to keep up and even better the recovery rates for recycling. </w:t>
      </w:r>
    </w:p>
    <w:p w:rsidR="00C60E55" w:rsidRPr="004827D5" w:rsidRDefault="00C60E55" w:rsidP="0035202E">
      <w:pPr>
        <w:spacing w:after="180"/>
        <w:rPr>
          <w:i/>
          <w:color w:val="0070C0"/>
        </w:rPr>
      </w:pPr>
      <w:r w:rsidRPr="004827D5">
        <w:rPr>
          <w:i/>
          <w:color w:val="0070C0"/>
        </w:rPr>
        <w:lastRenderedPageBreak/>
        <w:t>Why do we want to do this?</w:t>
      </w:r>
    </w:p>
    <w:p w:rsidR="00C60E55" w:rsidRPr="004827D5" w:rsidRDefault="00C60E55" w:rsidP="0035202E">
      <w:pPr>
        <w:spacing w:after="180"/>
        <w:rPr>
          <w:color w:val="0070C0"/>
        </w:rPr>
      </w:pPr>
      <w:r w:rsidRPr="004827D5">
        <w:rPr>
          <w:color w:val="0070C0"/>
        </w:rPr>
        <w:t>Less waste will go to landfills and we will conserve our natural resources. We need to look after our earth and the available resources for the generations to come.</w:t>
      </w:r>
    </w:p>
    <w:p w:rsidR="00950038" w:rsidRDefault="00950038" w:rsidP="0035202E">
      <w:pPr>
        <w:spacing w:after="180"/>
        <w:rPr>
          <w:i/>
        </w:rPr>
        <w:sectPr w:rsidR="00950038" w:rsidSect="00950038">
          <w:type w:val="continuous"/>
          <w:pgSz w:w="12240" w:h="15840" w:code="1"/>
          <w:pgMar w:top="1134" w:right="1134" w:bottom="1134" w:left="1134" w:header="958" w:footer="958" w:gutter="0"/>
          <w:cols w:num="2" w:space="720"/>
          <w:docGrid w:linePitch="299"/>
        </w:sectPr>
      </w:pPr>
    </w:p>
    <w:p w:rsidR="00C60E55" w:rsidRPr="0035202E" w:rsidRDefault="00C60E55" w:rsidP="0035202E">
      <w:pPr>
        <w:spacing w:after="180"/>
        <w:rPr>
          <w:i/>
        </w:rPr>
      </w:pPr>
      <w:r w:rsidRPr="0035202E">
        <w:rPr>
          <w:i/>
        </w:rPr>
        <w:lastRenderedPageBreak/>
        <w:t xml:space="preserve">What can </w:t>
      </w:r>
      <w:r w:rsidR="005D3227" w:rsidRPr="0035202E">
        <w:rPr>
          <w:i/>
        </w:rPr>
        <w:t>be r</w:t>
      </w:r>
      <w:r w:rsidRPr="0035202E">
        <w:rPr>
          <w:i/>
        </w:rPr>
        <w:t>ecycle</w:t>
      </w:r>
      <w:r w:rsidR="005D3227" w:rsidRPr="0035202E">
        <w:rPr>
          <w:i/>
        </w:rPr>
        <w:t>d</w:t>
      </w:r>
      <w:r w:rsidRPr="0035202E">
        <w:rPr>
          <w:i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9042"/>
      </w:tblGrid>
      <w:tr w:rsidR="00656365" w:rsidRPr="00397277" w:rsidTr="00BF43B9">
        <w:tc>
          <w:tcPr>
            <w:tcW w:w="881" w:type="dxa"/>
            <w:shd w:val="clear" w:color="auto" w:fill="auto"/>
          </w:tcPr>
          <w:p w:rsidR="00656365" w:rsidRPr="0035202E" w:rsidRDefault="00656365" w:rsidP="00397277">
            <w:pPr>
              <w:rPr>
                <w:szCs w:val="22"/>
              </w:rPr>
            </w:pPr>
            <w:r w:rsidRPr="0035202E">
              <w:rPr>
                <w:szCs w:val="22"/>
              </w:rPr>
              <w:t>Paper:</w:t>
            </w:r>
          </w:p>
        </w:tc>
        <w:tc>
          <w:tcPr>
            <w:tcW w:w="9042" w:type="dxa"/>
            <w:shd w:val="clear" w:color="auto" w:fill="auto"/>
          </w:tcPr>
          <w:p w:rsidR="00656365" w:rsidRPr="00397277" w:rsidRDefault="00656365" w:rsidP="00397277">
            <w:pPr>
              <w:rPr>
                <w:b/>
                <w:szCs w:val="22"/>
              </w:rPr>
            </w:pPr>
            <w:r w:rsidRPr="00397277">
              <w:rPr>
                <w:szCs w:val="22"/>
              </w:rPr>
              <w:t>newspapers, cardboard boxes, cereal boxes, chocolate boxes, toilet roll inners, egg boxes, magazines, etc.</w:t>
            </w:r>
          </w:p>
        </w:tc>
      </w:tr>
      <w:tr w:rsidR="00656365" w:rsidRPr="00397277" w:rsidTr="00BF43B9">
        <w:tc>
          <w:tcPr>
            <w:tcW w:w="881" w:type="dxa"/>
            <w:shd w:val="clear" w:color="auto" w:fill="auto"/>
          </w:tcPr>
          <w:p w:rsidR="00656365" w:rsidRPr="0035202E" w:rsidRDefault="00656365" w:rsidP="00397277">
            <w:pPr>
              <w:rPr>
                <w:szCs w:val="22"/>
              </w:rPr>
            </w:pPr>
            <w:r w:rsidRPr="0035202E">
              <w:rPr>
                <w:szCs w:val="22"/>
              </w:rPr>
              <w:t>Glass:</w:t>
            </w:r>
          </w:p>
        </w:tc>
        <w:tc>
          <w:tcPr>
            <w:tcW w:w="9042" w:type="dxa"/>
            <w:shd w:val="clear" w:color="auto" w:fill="auto"/>
          </w:tcPr>
          <w:p w:rsidR="00656365" w:rsidRPr="00397277" w:rsidRDefault="00656365" w:rsidP="00397277">
            <w:pPr>
              <w:rPr>
                <w:szCs w:val="22"/>
              </w:rPr>
            </w:pPr>
            <w:r w:rsidRPr="00397277">
              <w:rPr>
                <w:szCs w:val="22"/>
              </w:rPr>
              <w:t>all bottles, jam jars, etc.</w:t>
            </w:r>
          </w:p>
        </w:tc>
      </w:tr>
      <w:tr w:rsidR="00656365" w:rsidRPr="00397277" w:rsidTr="00BF43B9">
        <w:tc>
          <w:tcPr>
            <w:tcW w:w="881" w:type="dxa"/>
            <w:shd w:val="clear" w:color="auto" w:fill="auto"/>
          </w:tcPr>
          <w:p w:rsidR="00656365" w:rsidRPr="0035202E" w:rsidRDefault="00656365" w:rsidP="00397277">
            <w:pPr>
              <w:rPr>
                <w:szCs w:val="22"/>
              </w:rPr>
            </w:pPr>
            <w:r w:rsidRPr="0035202E">
              <w:rPr>
                <w:szCs w:val="22"/>
              </w:rPr>
              <w:t>Metal:</w:t>
            </w:r>
          </w:p>
        </w:tc>
        <w:tc>
          <w:tcPr>
            <w:tcW w:w="9042" w:type="dxa"/>
            <w:shd w:val="clear" w:color="auto" w:fill="auto"/>
          </w:tcPr>
          <w:p w:rsidR="00656365" w:rsidRPr="00397277" w:rsidRDefault="00656365" w:rsidP="00397277">
            <w:pPr>
              <w:rPr>
                <w:szCs w:val="22"/>
              </w:rPr>
            </w:pPr>
            <w:r w:rsidRPr="00397277">
              <w:rPr>
                <w:szCs w:val="22"/>
              </w:rPr>
              <w:t>cool drink cans, food cans, lids and tops</w:t>
            </w:r>
          </w:p>
        </w:tc>
      </w:tr>
      <w:tr w:rsidR="00656365" w:rsidRPr="00397277" w:rsidTr="00BF43B9">
        <w:tc>
          <w:tcPr>
            <w:tcW w:w="881" w:type="dxa"/>
            <w:shd w:val="clear" w:color="auto" w:fill="auto"/>
          </w:tcPr>
          <w:p w:rsidR="00656365" w:rsidRPr="0035202E" w:rsidRDefault="00656365" w:rsidP="00397277">
            <w:pPr>
              <w:rPr>
                <w:szCs w:val="22"/>
              </w:rPr>
            </w:pPr>
            <w:r w:rsidRPr="0035202E">
              <w:rPr>
                <w:szCs w:val="22"/>
              </w:rPr>
              <w:t>Plastic:</w:t>
            </w:r>
          </w:p>
        </w:tc>
        <w:tc>
          <w:tcPr>
            <w:tcW w:w="9042" w:type="dxa"/>
            <w:shd w:val="clear" w:color="auto" w:fill="auto"/>
          </w:tcPr>
          <w:p w:rsidR="00656365" w:rsidRPr="00397277" w:rsidRDefault="00656365" w:rsidP="00397277">
            <w:pPr>
              <w:rPr>
                <w:b/>
                <w:szCs w:val="22"/>
              </w:rPr>
            </w:pPr>
            <w:r w:rsidRPr="00397277">
              <w:rPr>
                <w:szCs w:val="22"/>
              </w:rPr>
              <w:t>water bottles, cooking oil, trays, plastic bags, bubble wrap, shopping bags, ice cream tubs, margarine tubs, foam trays, fast food containers, coat hangers, etc.</w:t>
            </w:r>
          </w:p>
        </w:tc>
      </w:tr>
    </w:tbl>
    <w:p w:rsidR="00921DFA" w:rsidRPr="00E14C47" w:rsidRDefault="00921DFA" w:rsidP="00A431BF">
      <w:pPr>
        <w:spacing w:before="240" w:after="0"/>
        <w:rPr>
          <w:szCs w:val="22"/>
        </w:rPr>
      </w:pPr>
      <w:r w:rsidRPr="0035202E">
        <w:rPr>
          <w:i/>
          <w:szCs w:val="22"/>
        </w:rPr>
        <w:t>The following cannot be recycled</w:t>
      </w:r>
      <w:r w:rsidR="00BE7E6E">
        <w:rPr>
          <w:i/>
          <w:szCs w:val="22"/>
        </w:rPr>
        <w:t>:</w:t>
      </w:r>
    </w:p>
    <w:p w:rsidR="00921DFA" w:rsidRPr="00397277" w:rsidRDefault="00921DFA" w:rsidP="00A431BF">
      <w:pPr>
        <w:spacing w:after="0"/>
        <w:rPr>
          <w:szCs w:val="22"/>
        </w:rPr>
      </w:pPr>
      <w:r w:rsidRPr="00397277">
        <w:rPr>
          <w:szCs w:val="22"/>
        </w:rPr>
        <w:t xml:space="preserve">laminated </w:t>
      </w:r>
      <w:r w:rsidR="00C6609C">
        <w:rPr>
          <w:szCs w:val="22"/>
        </w:rPr>
        <w:t>paper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paper plate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punch confetti</w:t>
      </w:r>
      <w:r w:rsidR="00921DFA" w:rsidRPr="00397277">
        <w:rPr>
          <w:szCs w:val="22"/>
        </w:rPr>
        <w:t xml:space="preserve"> 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carbon pape</w:t>
      </w:r>
      <w:r w:rsidR="00A86314">
        <w:rPr>
          <w:szCs w:val="22"/>
        </w:rPr>
        <w:t>r</w:t>
      </w:r>
      <w:r w:rsidR="00921DFA" w:rsidRPr="00397277">
        <w:rPr>
          <w:szCs w:val="22"/>
        </w:rPr>
        <w:t xml:space="preserve"> 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stickers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post-it notes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disposable nappies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tissues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chips packets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chocolate wrappers</w:t>
      </w:r>
    </w:p>
    <w:p w:rsidR="00921DFA" w:rsidRPr="00397277" w:rsidRDefault="00C6609C" w:rsidP="00A431BF">
      <w:pPr>
        <w:spacing w:after="0"/>
        <w:rPr>
          <w:szCs w:val="22"/>
        </w:rPr>
      </w:pPr>
      <w:r>
        <w:rPr>
          <w:szCs w:val="22"/>
        </w:rPr>
        <w:t>cling wrap</w:t>
      </w:r>
    </w:p>
    <w:p w:rsidR="00921DFA" w:rsidRPr="00397277" w:rsidRDefault="00BE495F" w:rsidP="00921DFA">
      <w:pPr>
        <w:rPr>
          <w:szCs w:val="22"/>
        </w:rPr>
      </w:pPr>
      <w:r>
        <w:rPr>
          <w:szCs w:val="22"/>
        </w:rPr>
        <w:t>drinking glasses</w:t>
      </w:r>
    </w:p>
    <w:p w:rsidR="00921DFA" w:rsidRPr="00BE7E6E" w:rsidRDefault="00E72ADE" w:rsidP="00CB6EA6">
      <w:pPr>
        <w:spacing w:before="240"/>
        <w:rPr>
          <w:strike/>
          <w:szCs w:val="22"/>
        </w:rPr>
      </w:pPr>
      <w:r>
        <w:rPr>
          <w:szCs w:val="22"/>
        </w:rPr>
        <w:br w:type="page"/>
      </w:r>
    </w:p>
    <w:p w:rsidR="00BA2039" w:rsidRPr="00F87FAF" w:rsidRDefault="00D37E5B" w:rsidP="00F87FAF">
      <w:pPr>
        <w:pStyle w:val="BodyText"/>
        <w:spacing w:before="60" w:after="60"/>
        <w:ind w:firstLine="0"/>
        <w:jc w:val="left"/>
        <w:rPr>
          <w:rFonts w:ascii="Calibri" w:hAnsi="Calibri" w:cs="Arial"/>
          <w:b/>
          <w:sz w:val="24"/>
          <w:szCs w:val="22"/>
          <w:u w:val="single"/>
        </w:rPr>
      </w:pPr>
      <w:r w:rsidRPr="00F87FAF">
        <w:rPr>
          <w:rFonts w:ascii="Calibri" w:hAnsi="Calibri" w:cs="Arial"/>
          <w:b/>
          <w:sz w:val="24"/>
          <w:szCs w:val="22"/>
          <w:u w:val="single"/>
        </w:rPr>
        <w:lastRenderedPageBreak/>
        <w:t xml:space="preserve">Proposed </w:t>
      </w:r>
      <w:r w:rsidR="00101ACA" w:rsidRPr="00F87FAF">
        <w:rPr>
          <w:rFonts w:ascii="Calibri" w:hAnsi="Calibri" w:cs="Arial"/>
          <w:b/>
          <w:sz w:val="24"/>
          <w:szCs w:val="22"/>
          <w:u w:val="single"/>
        </w:rPr>
        <w:t xml:space="preserve">electronic </w:t>
      </w:r>
      <w:r w:rsidRPr="00F87FAF">
        <w:rPr>
          <w:rFonts w:ascii="Calibri" w:hAnsi="Calibri" w:cs="Arial"/>
          <w:b/>
          <w:sz w:val="24"/>
          <w:szCs w:val="22"/>
          <w:u w:val="single"/>
        </w:rPr>
        <w:t xml:space="preserve">form </w:t>
      </w:r>
    </w:p>
    <w:p w:rsidR="00BE7E6E" w:rsidRDefault="00BE7E6E" w:rsidP="00A7721A">
      <w:pPr>
        <w:tabs>
          <w:tab w:val="left" w:leader="underscore" w:pos="4111"/>
          <w:tab w:val="left" w:pos="4820"/>
          <w:tab w:val="left" w:leader="underscore" w:pos="8789"/>
        </w:tabs>
        <w:rPr>
          <w:szCs w:val="22"/>
        </w:rPr>
      </w:pPr>
    </w:p>
    <w:p w:rsidR="00D37E5B" w:rsidRPr="00276BF0" w:rsidRDefault="00D37E5B" w:rsidP="00D37E5B">
      <w:pPr>
        <w:pStyle w:val="BodyText"/>
        <w:spacing w:before="60" w:after="60" w:line="240" w:lineRule="auto"/>
        <w:ind w:firstLine="0"/>
        <w:jc w:val="center"/>
        <w:rPr>
          <w:rFonts w:ascii="Calibri" w:hAnsi="Calibri" w:cs="Arial"/>
          <w:b/>
          <w:sz w:val="32"/>
          <w:szCs w:val="22"/>
        </w:rPr>
      </w:pPr>
      <w:r w:rsidRPr="00276BF0">
        <w:rPr>
          <w:rFonts w:ascii="Calibri" w:hAnsi="Calibri" w:cs="Arial"/>
          <w:b/>
          <w:sz w:val="32"/>
          <w:szCs w:val="22"/>
        </w:rPr>
        <w:t>Recycling project</w:t>
      </w:r>
    </w:p>
    <w:p w:rsidR="00D37E5B" w:rsidRDefault="00D37E5B" w:rsidP="00D37E5B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  <w:szCs w:val="22"/>
        </w:rPr>
      </w:pPr>
    </w:p>
    <w:p w:rsidR="00D37E5B" w:rsidRDefault="00D37E5B" w:rsidP="00D37E5B">
      <w:r>
        <w:t>Vista H/S, Driefontein H/S and Sunset H/S are all involved in recycling and will work together on some recycling projects and competitions.</w:t>
      </w:r>
    </w:p>
    <w:p w:rsidR="00D37E5B" w:rsidRDefault="00D37E5B" w:rsidP="00D37E5B">
      <w:r>
        <w:t>We hope that all parents, together with their kids, will become involved in the different recycling projects of the school – by sending paper, plastic, etc. to the school.</w:t>
      </w:r>
    </w:p>
    <w:p w:rsidR="00D37E5B" w:rsidRDefault="00D37E5B" w:rsidP="00D37E5B">
      <w:r>
        <w:t xml:space="preserve">If you, as parent, </w:t>
      </w:r>
      <w:r w:rsidRPr="009543B3">
        <w:t>are</w:t>
      </w:r>
      <w:r>
        <w:t xml:space="preserve"> willing to be part of a Recycling Committee to help manage the different projects that are being planned, please complete and e-mail this form to </w:t>
      </w:r>
      <w:hyperlink r:id="rId12" w:history="1">
        <w:r w:rsidRPr="00741C69">
          <w:rPr>
            <w:rStyle w:val="Hyperlink"/>
          </w:rPr>
          <w:t>recycle@vistahs.co.za</w:t>
        </w:r>
      </w:hyperlink>
      <w:r>
        <w:t xml:space="preserve">. </w:t>
      </w:r>
    </w:p>
    <w:p w:rsidR="00D37E5B" w:rsidRPr="00D37E5B" w:rsidRDefault="00D37E5B" w:rsidP="00D37E5B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 w:rsidRPr="00D37E5B">
        <w:rPr>
          <w:rFonts w:ascii="Calibri" w:hAnsi="Calibri" w:cs="Arial"/>
          <w:b/>
          <w:sz w:val="24"/>
          <w:szCs w:val="22"/>
        </w:rPr>
        <w:t>Personal information</w:t>
      </w:r>
    </w:p>
    <w:p w:rsidR="00D37E5B" w:rsidRDefault="00CB6EA6" w:rsidP="00101ACA">
      <w:pPr>
        <w:spacing w:before="120"/>
        <w:ind w:left="720"/>
      </w:pPr>
      <w:r>
        <w:t>Name</w:t>
      </w:r>
    </w:p>
    <w:p w:rsidR="00D37E5B" w:rsidRDefault="00D37E5B" w:rsidP="00101ACA">
      <w:pPr>
        <w:spacing w:before="120"/>
        <w:ind w:left="720"/>
      </w:pPr>
      <w:r w:rsidRPr="00276BF0">
        <w:t>School</w:t>
      </w:r>
      <w:r w:rsidR="00950038">
        <w:tab/>
      </w:r>
      <w:sdt>
        <w:sdtPr>
          <w:id w:val="765811779"/>
          <w:placeholder>
            <w:docPart w:val="DefaultPlaceholder_1082065159"/>
          </w:placeholder>
          <w:showingPlcHdr/>
          <w:dropDownList>
            <w:listItem w:value="Choose an item."/>
            <w:listItem w:displayText="Vista H/S" w:value="Vista H/S"/>
            <w:listItem w:displayText="Driefontein H/S" w:value="Driefontein H/S"/>
            <w:listItem w:displayText="Sunset H/S" w:value="Sunset H/S"/>
          </w:dropDownList>
        </w:sdtPr>
        <w:sdtEndPr/>
        <w:sdtContent>
          <w:r w:rsidR="00950038" w:rsidRPr="00FC7371">
            <w:rPr>
              <w:rStyle w:val="PlaceholderText"/>
            </w:rPr>
            <w:t>Choose an item.</w:t>
          </w:r>
        </w:sdtContent>
      </w:sdt>
      <w:r>
        <w:t xml:space="preserve"> </w:t>
      </w:r>
    </w:p>
    <w:p w:rsidR="00D37E5B" w:rsidRPr="00276BF0" w:rsidRDefault="00950038" w:rsidP="00101ACA">
      <w:pPr>
        <w:spacing w:before="120"/>
        <w:ind w:left="720"/>
      </w:pPr>
      <w:r>
        <w:t>Cell Number</w:t>
      </w:r>
      <w:r>
        <w:tab/>
      </w:r>
      <w:sdt>
        <w:sdtPr>
          <w:id w:val="-580513991"/>
          <w:placeholder>
            <w:docPart w:val="DefaultPlaceholder_1082065158"/>
          </w:placeholder>
          <w:showingPlcHdr/>
          <w:text/>
        </w:sdtPr>
        <w:sdtEndPr/>
        <w:sdtContent>
          <w:r w:rsidRPr="00FC7371">
            <w:rPr>
              <w:rStyle w:val="PlaceholderText"/>
            </w:rPr>
            <w:t>Click here to enter text.</w:t>
          </w:r>
        </w:sdtContent>
      </w:sdt>
    </w:p>
    <w:p w:rsidR="00D37E5B" w:rsidRPr="00276BF0" w:rsidRDefault="00D37E5B" w:rsidP="00101ACA">
      <w:pPr>
        <w:spacing w:before="120"/>
        <w:ind w:left="720"/>
      </w:pPr>
      <w:r w:rsidRPr="00276BF0">
        <w:t>E</w:t>
      </w:r>
      <w:r w:rsidR="00950038">
        <w:t>-</w:t>
      </w:r>
      <w:r w:rsidRPr="00276BF0">
        <w:t>mail</w:t>
      </w:r>
      <w:r w:rsidR="00950038">
        <w:tab/>
      </w:r>
      <w:sdt>
        <w:sdtPr>
          <w:id w:val="879827877"/>
          <w:placeholder>
            <w:docPart w:val="DefaultPlaceholder_1082065158"/>
          </w:placeholder>
          <w:showingPlcHdr/>
          <w:text/>
        </w:sdtPr>
        <w:sdtEndPr/>
        <w:sdtContent>
          <w:r w:rsidR="00950038" w:rsidRPr="00FC7371">
            <w:rPr>
              <w:rStyle w:val="PlaceholderText"/>
            </w:rPr>
            <w:t>Click here to enter text.</w:t>
          </w:r>
        </w:sdtContent>
      </w:sdt>
    </w:p>
    <w:p w:rsidR="00D37E5B" w:rsidRPr="00D37E5B" w:rsidRDefault="00950038" w:rsidP="00D37E5B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>
        <w:rPr>
          <w:rFonts w:ascii="Calibri" w:hAnsi="Calibri" w:cs="Arial"/>
          <w:b/>
          <w:sz w:val="24"/>
          <w:szCs w:val="22"/>
        </w:rPr>
        <w:t>Involvement</w:t>
      </w:r>
      <w:r w:rsidR="00D37E5B" w:rsidRPr="00D37E5B">
        <w:rPr>
          <w:rFonts w:ascii="Calibri" w:hAnsi="Calibri" w:cs="Arial"/>
          <w:b/>
          <w:sz w:val="24"/>
          <w:szCs w:val="22"/>
        </w:rPr>
        <w:t xml:space="preserve"> </w:t>
      </w:r>
    </w:p>
    <w:p w:rsidR="00D37E5B" w:rsidRDefault="00D37E5B" w:rsidP="00D37E5B">
      <w:pPr>
        <w:tabs>
          <w:tab w:val="left" w:pos="3969"/>
        </w:tabs>
        <w:spacing w:before="120"/>
        <w:ind w:left="720"/>
      </w:pPr>
      <w:r>
        <w:t>I would like to be involved with:</w:t>
      </w:r>
      <w:r>
        <w:tab/>
      </w:r>
    </w:p>
    <w:p w:rsidR="00D37E5B" w:rsidRDefault="00D37E5B" w:rsidP="00D37E5B">
      <w:pPr>
        <w:tabs>
          <w:tab w:val="left" w:pos="3969"/>
        </w:tabs>
        <w:spacing w:before="120"/>
        <w:ind w:left="720"/>
      </w:pPr>
      <w:r>
        <w:t>as well as:</w:t>
      </w:r>
      <w:r>
        <w:tab/>
      </w:r>
      <w:sdt>
        <w:sdtPr>
          <w:id w:val="391011661"/>
          <w:placeholder>
            <w:docPart w:val="DefaultPlaceholder_1082065159"/>
          </w:placeholder>
          <w:showingPlcHdr/>
          <w:comboBox>
            <w:listItem w:value="Choose an item."/>
            <w:listItem w:displayText="Ceramics" w:value="Ceramics"/>
            <w:listItem w:displayText="Paper" w:value="Paper"/>
            <w:listItem w:displayText="Plastic" w:value="Plastic"/>
            <w:listItem w:displayText="Glass" w:value="Glass"/>
            <w:listItem w:displayText="Cans" w:value="Cans"/>
            <w:listItem w:displayText="Nothing else, thanks" w:value="Nothing else, thanks"/>
          </w:comboBox>
        </w:sdtPr>
        <w:sdtEndPr/>
        <w:sdtContent>
          <w:r w:rsidR="004827D5" w:rsidRPr="00FC7371">
            <w:rPr>
              <w:rStyle w:val="PlaceholderText"/>
            </w:rPr>
            <w:t>Choose an item.</w:t>
          </w:r>
        </w:sdtContent>
      </w:sdt>
    </w:p>
    <w:p w:rsidR="00D37E5B" w:rsidRPr="00D37E5B" w:rsidRDefault="00D37E5B" w:rsidP="00D37E5B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 w:rsidRPr="00D37E5B">
        <w:rPr>
          <w:rFonts w:ascii="Calibri" w:hAnsi="Calibri" w:cs="Arial"/>
          <w:b/>
          <w:sz w:val="24"/>
          <w:szCs w:val="22"/>
        </w:rPr>
        <w:t xml:space="preserve">Number of people that you will be able to motivate to be part of your ‘team’ </w:t>
      </w:r>
    </w:p>
    <w:p w:rsidR="00D37E5B" w:rsidRDefault="00D37E5B" w:rsidP="00B45A8D">
      <w:pPr>
        <w:tabs>
          <w:tab w:val="left" w:leader="dot" w:pos="3969"/>
        </w:tabs>
        <w:spacing w:before="120"/>
        <w:ind w:left="720"/>
      </w:pPr>
      <w:r>
        <w:t>TeamSize</w:t>
      </w:r>
      <w:r w:rsidR="004827D5">
        <w:tab/>
      </w:r>
      <w:sdt>
        <w:sdtPr>
          <w:id w:val="-1261372241"/>
          <w:placeholder>
            <w:docPart w:val="DefaultPlaceholder_1082065158"/>
          </w:placeholder>
          <w:showingPlcHdr/>
          <w:text/>
        </w:sdtPr>
        <w:sdtEndPr/>
        <w:sdtContent>
          <w:r w:rsidR="004827D5" w:rsidRPr="00FC7371">
            <w:rPr>
              <w:rStyle w:val="PlaceholderText"/>
            </w:rPr>
            <w:t>Click here to enter text.</w:t>
          </w:r>
        </w:sdtContent>
      </w:sdt>
    </w:p>
    <w:p w:rsidR="00A7721A" w:rsidRPr="00DE56FF" w:rsidRDefault="00DE56FF" w:rsidP="00DE56FF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 w:rsidRPr="00DE56FF">
        <w:rPr>
          <w:rFonts w:ascii="Calibri" w:hAnsi="Calibri" w:cs="Arial"/>
          <w:b/>
          <w:sz w:val="24"/>
          <w:szCs w:val="22"/>
        </w:rPr>
        <w:t xml:space="preserve"> </w:t>
      </w:r>
    </w:p>
    <w:p w:rsidR="00BE7E6E" w:rsidRDefault="00BE7E6E" w:rsidP="00BA203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  <w:szCs w:val="22"/>
        </w:rPr>
      </w:pPr>
    </w:p>
    <w:p w:rsidR="00A7721A" w:rsidRPr="00A7721A" w:rsidRDefault="00A7721A" w:rsidP="00BA203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  <w:szCs w:val="22"/>
        </w:rPr>
      </w:pPr>
    </w:p>
    <w:sectPr w:rsidR="00A7721A" w:rsidRPr="00A7721A" w:rsidSect="00950038">
      <w:type w:val="continuous"/>
      <w:pgSz w:w="12240" w:h="15840" w:code="1"/>
      <w:pgMar w:top="1134" w:right="1134" w:bottom="1134" w:left="1134" w:header="958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77" w:rsidRDefault="005A1777">
      <w:r>
        <w:separator/>
      </w:r>
    </w:p>
  </w:endnote>
  <w:endnote w:type="continuationSeparator" w:id="0">
    <w:p w:rsidR="005A1777" w:rsidRDefault="005A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E14E2" w:rsidRDefault="006E14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Default="006E14E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77" w:rsidRDefault="005A1777">
      <w:r>
        <w:separator/>
      </w:r>
    </w:p>
  </w:footnote>
  <w:footnote w:type="continuationSeparator" w:id="0">
    <w:p w:rsidR="005A1777" w:rsidRDefault="005A1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A48"/>
    <w:multiLevelType w:val="hybridMultilevel"/>
    <w:tmpl w:val="FC04AD4C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144C1"/>
    <w:multiLevelType w:val="hybridMultilevel"/>
    <w:tmpl w:val="BF0CD558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6433C"/>
    <w:multiLevelType w:val="hybridMultilevel"/>
    <w:tmpl w:val="0802942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54FAE"/>
    <w:multiLevelType w:val="hybridMultilevel"/>
    <w:tmpl w:val="F9D02A4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E6032"/>
    <w:multiLevelType w:val="multilevel"/>
    <w:tmpl w:val="C6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B3A50C1"/>
    <w:multiLevelType w:val="hybridMultilevel"/>
    <w:tmpl w:val="81FE790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02F37"/>
    <w:multiLevelType w:val="hybridMultilevel"/>
    <w:tmpl w:val="3D1827C2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26244"/>
    <w:multiLevelType w:val="hybridMultilevel"/>
    <w:tmpl w:val="5144EFF6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activeWritingStyle w:appName="MSWord" w:lang="en-ZA" w:vendorID="64" w:dllVersion="131078" w:nlCheck="1" w:checkStyle="1"/>
  <w:activeWritingStyle w:appName="MSWord" w:lang="en-US" w:vendorID="64" w:dllVersion="131078" w:nlCheck="1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DCC"/>
    <w:rsid w:val="00000209"/>
    <w:rsid w:val="00000BA8"/>
    <w:rsid w:val="0001744A"/>
    <w:rsid w:val="00035D31"/>
    <w:rsid w:val="00042BAE"/>
    <w:rsid w:val="000446DE"/>
    <w:rsid w:val="00044E7B"/>
    <w:rsid w:val="0005521A"/>
    <w:rsid w:val="00062147"/>
    <w:rsid w:val="00067487"/>
    <w:rsid w:val="000A3756"/>
    <w:rsid w:val="000B6232"/>
    <w:rsid w:val="000C3B7B"/>
    <w:rsid w:val="000F4063"/>
    <w:rsid w:val="00101ACA"/>
    <w:rsid w:val="001170DC"/>
    <w:rsid w:val="0016104B"/>
    <w:rsid w:val="0017148B"/>
    <w:rsid w:val="00173F3D"/>
    <w:rsid w:val="0018258D"/>
    <w:rsid w:val="0018448D"/>
    <w:rsid w:val="001B0CC6"/>
    <w:rsid w:val="001B0EB3"/>
    <w:rsid w:val="001B1C9C"/>
    <w:rsid w:val="001C3A91"/>
    <w:rsid w:val="001D33B5"/>
    <w:rsid w:val="001D423E"/>
    <w:rsid w:val="001E4BE1"/>
    <w:rsid w:val="001F3655"/>
    <w:rsid w:val="001F701C"/>
    <w:rsid w:val="00213DCC"/>
    <w:rsid w:val="00241DE9"/>
    <w:rsid w:val="00251203"/>
    <w:rsid w:val="002717E5"/>
    <w:rsid w:val="0028455C"/>
    <w:rsid w:val="0029552C"/>
    <w:rsid w:val="002C357D"/>
    <w:rsid w:val="002C4E80"/>
    <w:rsid w:val="002C7129"/>
    <w:rsid w:val="002E4B19"/>
    <w:rsid w:val="002F2088"/>
    <w:rsid w:val="002F2D8C"/>
    <w:rsid w:val="002F7909"/>
    <w:rsid w:val="00304FDF"/>
    <w:rsid w:val="00305DA1"/>
    <w:rsid w:val="00307E21"/>
    <w:rsid w:val="00311490"/>
    <w:rsid w:val="00311CFB"/>
    <w:rsid w:val="00312AD3"/>
    <w:rsid w:val="00313FD9"/>
    <w:rsid w:val="0032334F"/>
    <w:rsid w:val="0033012D"/>
    <w:rsid w:val="0033084D"/>
    <w:rsid w:val="00334E18"/>
    <w:rsid w:val="00340F46"/>
    <w:rsid w:val="00350D3C"/>
    <w:rsid w:val="0035202E"/>
    <w:rsid w:val="00356BA3"/>
    <w:rsid w:val="00357A0B"/>
    <w:rsid w:val="00397277"/>
    <w:rsid w:val="003A0631"/>
    <w:rsid w:val="003B0A1C"/>
    <w:rsid w:val="003C41EC"/>
    <w:rsid w:val="003E37AA"/>
    <w:rsid w:val="003F6073"/>
    <w:rsid w:val="004172DD"/>
    <w:rsid w:val="004235D5"/>
    <w:rsid w:val="00431917"/>
    <w:rsid w:val="00467657"/>
    <w:rsid w:val="00473396"/>
    <w:rsid w:val="004827D5"/>
    <w:rsid w:val="00483014"/>
    <w:rsid w:val="00486068"/>
    <w:rsid w:val="00486E18"/>
    <w:rsid w:val="004902C2"/>
    <w:rsid w:val="0049340C"/>
    <w:rsid w:val="00493476"/>
    <w:rsid w:val="004B4D54"/>
    <w:rsid w:val="004F42CF"/>
    <w:rsid w:val="005013E3"/>
    <w:rsid w:val="00501B7A"/>
    <w:rsid w:val="00501E78"/>
    <w:rsid w:val="005103BE"/>
    <w:rsid w:val="0053014F"/>
    <w:rsid w:val="00536979"/>
    <w:rsid w:val="00545863"/>
    <w:rsid w:val="00550684"/>
    <w:rsid w:val="005557DE"/>
    <w:rsid w:val="00566508"/>
    <w:rsid w:val="00573C83"/>
    <w:rsid w:val="00582D5A"/>
    <w:rsid w:val="0059596D"/>
    <w:rsid w:val="00596DE5"/>
    <w:rsid w:val="005A1777"/>
    <w:rsid w:val="005C5DB5"/>
    <w:rsid w:val="005D136F"/>
    <w:rsid w:val="005D1C09"/>
    <w:rsid w:val="005D3227"/>
    <w:rsid w:val="005F6A27"/>
    <w:rsid w:val="00624303"/>
    <w:rsid w:val="0064249D"/>
    <w:rsid w:val="006537B9"/>
    <w:rsid w:val="00656365"/>
    <w:rsid w:val="00656B9F"/>
    <w:rsid w:val="0068154D"/>
    <w:rsid w:val="00685409"/>
    <w:rsid w:val="00691199"/>
    <w:rsid w:val="006976CD"/>
    <w:rsid w:val="006A704A"/>
    <w:rsid w:val="006A7634"/>
    <w:rsid w:val="006A7E43"/>
    <w:rsid w:val="006B0B4A"/>
    <w:rsid w:val="006C45DB"/>
    <w:rsid w:val="006D4DEA"/>
    <w:rsid w:val="006E14E2"/>
    <w:rsid w:val="00712864"/>
    <w:rsid w:val="007264B0"/>
    <w:rsid w:val="00732CDB"/>
    <w:rsid w:val="007364DD"/>
    <w:rsid w:val="00752453"/>
    <w:rsid w:val="00754BD7"/>
    <w:rsid w:val="00770780"/>
    <w:rsid w:val="007742A2"/>
    <w:rsid w:val="007A5670"/>
    <w:rsid w:val="007C414B"/>
    <w:rsid w:val="007D089D"/>
    <w:rsid w:val="007E3D4D"/>
    <w:rsid w:val="008060CF"/>
    <w:rsid w:val="00820F42"/>
    <w:rsid w:val="00826A52"/>
    <w:rsid w:val="00827D4F"/>
    <w:rsid w:val="008404B0"/>
    <w:rsid w:val="008405A0"/>
    <w:rsid w:val="00840BE7"/>
    <w:rsid w:val="00882EC3"/>
    <w:rsid w:val="00885C4A"/>
    <w:rsid w:val="008863C4"/>
    <w:rsid w:val="008A02F6"/>
    <w:rsid w:val="008F091C"/>
    <w:rsid w:val="008F0E23"/>
    <w:rsid w:val="00901DDE"/>
    <w:rsid w:val="0090663E"/>
    <w:rsid w:val="00906906"/>
    <w:rsid w:val="00921DFA"/>
    <w:rsid w:val="00932B8A"/>
    <w:rsid w:val="00932DF0"/>
    <w:rsid w:val="00937D90"/>
    <w:rsid w:val="00940C45"/>
    <w:rsid w:val="00950038"/>
    <w:rsid w:val="009560E7"/>
    <w:rsid w:val="00964061"/>
    <w:rsid w:val="0098187F"/>
    <w:rsid w:val="00984221"/>
    <w:rsid w:val="009906BE"/>
    <w:rsid w:val="009A022D"/>
    <w:rsid w:val="009D29B3"/>
    <w:rsid w:val="009D64B0"/>
    <w:rsid w:val="00A01648"/>
    <w:rsid w:val="00A02D97"/>
    <w:rsid w:val="00A04CCD"/>
    <w:rsid w:val="00A12086"/>
    <w:rsid w:val="00A14662"/>
    <w:rsid w:val="00A3237C"/>
    <w:rsid w:val="00A42C70"/>
    <w:rsid w:val="00A431BF"/>
    <w:rsid w:val="00A61938"/>
    <w:rsid w:val="00A653DF"/>
    <w:rsid w:val="00A76F18"/>
    <w:rsid w:val="00A7721A"/>
    <w:rsid w:val="00A86314"/>
    <w:rsid w:val="00A955C0"/>
    <w:rsid w:val="00AA1ADE"/>
    <w:rsid w:val="00AB18B4"/>
    <w:rsid w:val="00AE0CF6"/>
    <w:rsid w:val="00AE1E7B"/>
    <w:rsid w:val="00B24225"/>
    <w:rsid w:val="00B2496F"/>
    <w:rsid w:val="00B313D1"/>
    <w:rsid w:val="00B36A52"/>
    <w:rsid w:val="00B45A8D"/>
    <w:rsid w:val="00B72E89"/>
    <w:rsid w:val="00B8307D"/>
    <w:rsid w:val="00B8360B"/>
    <w:rsid w:val="00B85D88"/>
    <w:rsid w:val="00B92894"/>
    <w:rsid w:val="00BA2039"/>
    <w:rsid w:val="00BA4B73"/>
    <w:rsid w:val="00BE495F"/>
    <w:rsid w:val="00BE6C6D"/>
    <w:rsid w:val="00BE7E6E"/>
    <w:rsid w:val="00BF08FA"/>
    <w:rsid w:val="00BF43B9"/>
    <w:rsid w:val="00C05F35"/>
    <w:rsid w:val="00C17AE9"/>
    <w:rsid w:val="00C17DB0"/>
    <w:rsid w:val="00C316E8"/>
    <w:rsid w:val="00C35A00"/>
    <w:rsid w:val="00C375F9"/>
    <w:rsid w:val="00C42C91"/>
    <w:rsid w:val="00C60E55"/>
    <w:rsid w:val="00C6609C"/>
    <w:rsid w:val="00C66E20"/>
    <w:rsid w:val="00C70A78"/>
    <w:rsid w:val="00C71489"/>
    <w:rsid w:val="00CB4384"/>
    <w:rsid w:val="00CB6EA6"/>
    <w:rsid w:val="00CC0E59"/>
    <w:rsid w:val="00CF1C38"/>
    <w:rsid w:val="00D145D8"/>
    <w:rsid w:val="00D2238C"/>
    <w:rsid w:val="00D23E31"/>
    <w:rsid w:val="00D339E9"/>
    <w:rsid w:val="00D37E5B"/>
    <w:rsid w:val="00D44ED1"/>
    <w:rsid w:val="00D507D4"/>
    <w:rsid w:val="00D56CD9"/>
    <w:rsid w:val="00D74077"/>
    <w:rsid w:val="00D93C9C"/>
    <w:rsid w:val="00DA1002"/>
    <w:rsid w:val="00DD0632"/>
    <w:rsid w:val="00DE56FF"/>
    <w:rsid w:val="00DF6FBB"/>
    <w:rsid w:val="00E0058E"/>
    <w:rsid w:val="00E0485B"/>
    <w:rsid w:val="00E11B31"/>
    <w:rsid w:val="00E14AE2"/>
    <w:rsid w:val="00E14C47"/>
    <w:rsid w:val="00E24065"/>
    <w:rsid w:val="00E52DCF"/>
    <w:rsid w:val="00E61540"/>
    <w:rsid w:val="00E72ADE"/>
    <w:rsid w:val="00E82C14"/>
    <w:rsid w:val="00E83696"/>
    <w:rsid w:val="00E874EF"/>
    <w:rsid w:val="00E9083F"/>
    <w:rsid w:val="00EC27D3"/>
    <w:rsid w:val="00ED3684"/>
    <w:rsid w:val="00EE3C52"/>
    <w:rsid w:val="00EF7E50"/>
    <w:rsid w:val="00F05CD7"/>
    <w:rsid w:val="00F06814"/>
    <w:rsid w:val="00F13B9C"/>
    <w:rsid w:val="00F219FB"/>
    <w:rsid w:val="00F30A2B"/>
    <w:rsid w:val="00F32767"/>
    <w:rsid w:val="00F4317D"/>
    <w:rsid w:val="00F55666"/>
    <w:rsid w:val="00F66C04"/>
    <w:rsid w:val="00F87FAF"/>
    <w:rsid w:val="00F9256F"/>
    <w:rsid w:val="00F93549"/>
    <w:rsid w:val="00F95F4A"/>
    <w:rsid w:val="00FC1970"/>
    <w:rsid w:val="00FC5CF6"/>
    <w:rsid w:val="00FC7B23"/>
    <w:rsid w:val="00FE6456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09C"/>
    <w:pPr>
      <w:spacing w:after="120" w:line="276" w:lineRule="auto"/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rFonts w:ascii="Garamond" w:hAnsi="Garamond"/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rFonts w:ascii="Garamond" w:hAnsi="Garamond"/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rFonts w:ascii="Garamond" w:hAnsi="Garamond"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 w:line="240" w:lineRule="atLeast"/>
      <w:ind w:firstLine="360"/>
      <w:jc w:val="both"/>
    </w:pPr>
    <w:rPr>
      <w:rFonts w:ascii="Garamond" w:hAnsi="Garamond"/>
    </w:rPr>
  </w:style>
  <w:style w:type="paragraph" w:styleId="Closing">
    <w:name w:val="Closing"/>
    <w:basedOn w:val="Normal"/>
    <w:next w:val="Normal"/>
    <w:pPr>
      <w:spacing w:line="220" w:lineRule="atLeast"/>
    </w:pPr>
    <w:rPr>
      <w:rFonts w:ascii="Garamond" w:hAnsi="Garamond"/>
    </w:r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val="en-US" w:eastAsia="en-US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uiPriority w:val="59"/>
    <w:rsid w:val="00C1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1ADE"/>
    <w:pPr>
      <w:spacing w:after="200"/>
      <w:ind w:left="720"/>
      <w:contextualSpacing/>
    </w:pPr>
    <w:rPr>
      <w:rFonts w:eastAsia="Calibri"/>
      <w:szCs w:val="22"/>
    </w:rPr>
  </w:style>
  <w:style w:type="character" w:styleId="CommentReference">
    <w:name w:val="annotation reference"/>
    <w:rsid w:val="001F36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3655"/>
    <w:rPr>
      <w:sz w:val="20"/>
    </w:rPr>
  </w:style>
  <w:style w:type="character" w:customStyle="1" w:styleId="CommentTextChar">
    <w:name w:val="Comment Text Char"/>
    <w:link w:val="CommentText"/>
    <w:rsid w:val="001F3655"/>
    <w:rPr>
      <w:rFonts w:ascii="Garamond" w:hAnsi="Garamond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F3655"/>
    <w:rPr>
      <w:b/>
      <w:bCs/>
    </w:rPr>
  </w:style>
  <w:style w:type="character" w:customStyle="1" w:styleId="CommentSubjectChar">
    <w:name w:val="Comment Subject Char"/>
    <w:link w:val="CommentSubject"/>
    <w:rsid w:val="001F3655"/>
    <w:rPr>
      <w:rFonts w:ascii="Garamond" w:hAnsi="Garamond"/>
      <w:b/>
      <w:bCs/>
      <w:lang w:eastAsia="en-US"/>
    </w:rPr>
  </w:style>
  <w:style w:type="character" w:customStyle="1" w:styleId="BodyTextChar">
    <w:name w:val="Body Text Char"/>
    <w:link w:val="BodyText"/>
    <w:rsid w:val="00E52DCF"/>
    <w:rPr>
      <w:rFonts w:ascii="Garamond" w:hAnsi="Garamond"/>
      <w:sz w:val="22"/>
      <w:lang w:eastAsia="en-US"/>
    </w:rPr>
  </w:style>
  <w:style w:type="character" w:styleId="PlaceholderText">
    <w:name w:val="Placeholder Text"/>
    <w:uiPriority w:val="99"/>
    <w:semiHidden/>
    <w:rsid w:val="00D37E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recycle@vistahs.co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BA369-94F5-4967-B3FA-AFE1B14AFDDB}"/>
      </w:docPartPr>
      <w:docPartBody>
        <w:p w:rsidR="004C5A88" w:rsidRDefault="00DE5B12">
          <w:r w:rsidRPr="00FC7371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5BCE5-E2E6-408D-A0C6-FDF5A85A6367}"/>
      </w:docPartPr>
      <w:docPartBody>
        <w:p w:rsidR="004C5A88" w:rsidRDefault="00DE5B12">
          <w:r w:rsidRPr="00FC737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12"/>
    <w:rsid w:val="001A40FA"/>
    <w:rsid w:val="003A3029"/>
    <w:rsid w:val="004C5A88"/>
    <w:rsid w:val="006E216A"/>
    <w:rsid w:val="007A7F97"/>
    <w:rsid w:val="00A96E42"/>
    <w:rsid w:val="00B31390"/>
    <w:rsid w:val="00CC1180"/>
    <w:rsid w:val="00D0566E"/>
    <w:rsid w:val="00DE5B12"/>
    <w:rsid w:val="00E7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E5B1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E5B1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20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2972</CharactersWithSpaces>
  <SharedDoc>false</SharedDoc>
  <HLinks>
    <vt:vector size="6" baseType="variant">
      <vt:variant>
        <vt:i4>5111860</vt:i4>
      </vt:variant>
      <vt:variant>
        <vt:i4>0</vt:i4>
      </vt:variant>
      <vt:variant>
        <vt:i4>0</vt:i4>
      </vt:variant>
      <vt:variant>
        <vt:i4>5</vt:i4>
      </vt:variant>
      <vt:variant>
        <vt:lpwstr>mailto:recycle@vistahs.co.za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</cp:lastModifiedBy>
  <cp:revision>15</cp:revision>
  <dcterms:created xsi:type="dcterms:W3CDTF">2013-11-04T15:48:00Z</dcterms:created>
  <dcterms:modified xsi:type="dcterms:W3CDTF">2013-11-06T07:37:00Z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